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D6259B" w14:textId="77777777" w:rsidR="00DF7E68" w:rsidRPr="00DF7E68" w:rsidRDefault="00DF7E68" w:rsidP="0029768D">
      <w:r w:rsidRPr="00DF7E68">
        <w:t>Jana Föhr</w:t>
      </w:r>
    </w:p>
    <w:p w14:paraId="6F6DA5AA" w14:textId="77777777" w:rsidR="00DF7E68" w:rsidRPr="00DF7E68" w:rsidRDefault="00DF7E68" w:rsidP="00DF7E68">
      <w:proofErr w:type="spellStart"/>
      <w:r w:rsidRPr="00DF7E68">
        <w:t>Schauinslandweg</w:t>
      </w:r>
      <w:proofErr w:type="spellEnd"/>
      <w:r w:rsidRPr="00DF7E68">
        <w:t xml:space="preserve"> 18</w:t>
      </w:r>
    </w:p>
    <w:p w14:paraId="5C795C59" w14:textId="77777777" w:rsidR="00DF7E68" w:rsidRDefault="00DF7E68" w:rsidP="00DF7E68">
      <w:r w:rsidRPr="00DF7E68">
        <w:t>79256 Buchenbach</w:t>
      </w:r>
    </w:p>
    <w:p w14:paraId="33E5A33A" w14:textId="0BB3C655" w:rsidR="00DF7E68" w:rsidRPr="00DF7E68" w:rsidRDefault="00DF7E68" w:rsidP="00DF7E68">
      <w:r>
        <w:t>Tel.: 0172 2345678</w:t>
      </w:r>
    </w:p>
    <w:p w14:paraId="36D8AA42" w14:textId="77777777" w:rsidR="00DF7E68" w:rsidRPr="00DF7E68" w:rsidRDefault="00DF7E68" w:rsidP="00DF7E68">
      <w:r w:rsidRPr="00DF7E68">
        <w:t>E-Mail: j.foehr@fr.web.net</w:t>
      </w:r>
    </w:p>
    <w:p w14:paraId="31087D58" w14:textId="77777777" w:rsidR="00DF7E68" w:rsidRDefault="00DF7E68" w:rsidP="00DF7E68"/>
    <w:p w14:paraId="764ADA01" w14:textId="77777777" w:rsidR="0029768D" w:rsidRPr="00DF7E68" w:rsidRDefault="0029768D" w:rsidP="00DF7E68"/>
    <w:p w14:paraId="279FABFE" w14:textId="77777777" w:rsidR="00DF7E68" w:rsidRPr="00DF7E68" w:rsidRDefault="00DF7E68" w:rsidP="00DF7E68">
      <w:r w:rsidRPr="00DF7E68">
        <w:t>Betten-</w:t>
      </w:r>
      <w:proofErr w:type="spellStart"/>
      <w:r w:rsidRPr="00DF7E68">
        <w:t>Gratwohl</w:t>
      </w:r>
      <w:proofErr w:type="spellEnd"/>
    </w:p>
    <w:p w14:paraId="3395FC27" w14:textId="11CBFFB2" w:rsidR="00DF7E68" w:rsidRPr="00503298" w:rsidRDefault="00DF7E68" w:rsidP="00DF7E68">
      <w:r w:rsidRPr="00503298">
        <w:t xml:space="preserve">Frau </w:t>
      </w:r>
      <w:r w:rsidR="00CC6031" w:rsidRPr="00503298">
        <w:t>Kathrin</w:t>
      </w:r>
      <w:r w:rsidRPr="00503298">
        <w:t xml:space="preserve"> Gratwohl</w:t>
      </w:r>
    </w:p>
    <w:p w14:paraId="1BF72595" w14:textId="77777777" w:rsidR="00DF7E68" w:rsidRPr="00503298" w:rsidRDefault="00DF7E68" w:rsidP="00DF7E68">
      <w:r w:rsidRPr="00503298">
        <w:t>Kirchzartener Talweg 14</w:t>
      </w:r>
    </w:p>
    <w:p w14:paraId="73698E8E" w14:textId="77777777" w:rsidR="00DF7E68" w:rsidRPr="00503298" w:rsidRDefault="00DF7E68" w:rsidP="00DF7E68">
      <w:r w:rsidRPr="00503298">
        <w:t>79104 Freiburg im Breisgau</w:t>
      </w:r>
    </w:p>
    <w:p w14:paraId="338EDE17" w14:textId="77777777" w:rsidR="00DF7E68" w:rsidRPr="00503298" w:rsidRDefault="00DF7E68" w:rsidP="00DF7E68"/>
    <w:p w14:paraId="0AEADF9E" w14:textId="77777777" w:rsidR="00DF7E68" w:rsidRPr="00503298" w:rsidRDefault="00DF7E68" w:rsidP="00DF7E68"/>
    <w:p w14:paraId="6F9159E8" w14:textId="5E154F47" w:rsidR="00DF7E68" w:rsidRPr="00DF7E68" w:rsidRDefault="00DF7E68" w:rsidP="00CC6031">
      <w:pPr>
        <w:jc w:val="right"/>
      </w:pPr>
      <w:r w:rsidRPr="00DF7E68">
        <w:t>19.2.201</w:t>
      </w:r>
      <w:r w:rsidR="00CC6031">
        <w:t>6</w:t>
      </w:r>
    </w:p>
    <w:p w14:paraId="36330B40" w14:textId="77777777" w:rsidR="00DF7E68" w:rsidRPr="00DF7E68" w:rsidRDefault="00DF7E68" w:rsidP="00DF7E68"/>
    <w:p w14:paraId="5F43545D" w14:textId="77777777" w:rsidR="00DF7E68" w:rsidRPr="00DF7E68" w:rsidRDefault="00DF7E68" w:rsidP="00DF7E68"/>
    <w:p w14:paraId="350863E1" w14:textId="77777777" w:rsidR="00DF7E68" w:rsidRPr="00CC6031" w:rsidRDefault="00DF7E68" w:rsidP="00DF7E68">
      <w:pPr>
        <w:rPr>
          <w:b/>
        </w:rPr>
      </w:pPr>
      <w:r w:rsidRPr="00CC6031">
        <w:rPr>
          <w:b/>
        </w:rPr>
        <w:t>Bewerbung als Verkäuferin im Einzelhandel</w:t>
      </w:r>
    </w:p>
    <w:p w14:paraId="1DEC7E64" w14:textId="77777777" w:rsidR="00DF7E68" w:rsidRPr="00CC6031" w:rsidRDefault="00DF7E68" w:rsidP="00DF7E68">
      <w:pPr>
        <w:rPr>
          <w:b/>
        </w:rPr>
      </w:pPr>
      <w:r w:rsidRPr="00CC6031">
        <w:rPr>
          <w:b/>
        </w:rPr>
        <w:t>Ihr Stellenangebot auf www.meinestadt.de</w:t>
      </w:r>
    </w:p>
    <w:p w14:paraId="14B97907" w14:textId="77777777" w:rsidR="00DF7E68" w:rsidRPr="00DF7E68" w:rsidRDefault="00DF7E68" w:rsidP="00DF7E68"/>
    <w:p w14:paraId="2A64CBF3" w14:textId="77777777" w:rsidR="00DF7E68" w:rsidRPr="00DF7E68" w:rsidRDefault="00DF7E68" w:rsidP="00DF7E68"/>
    <w:p w14:paraId="77F0EAE9" w14:textId="77777777" w:rsidR="00DF7E68" w:rsidRPr="00DF7E68" w:rsidRDefault="00DF7E68" w:rsidP="00DF7E68">
      <w:r w:rsidRPr="00DF7E68">
        <w:t xml:space="preserve">Sehr geehrte Frau </w:t>
      </w:r>
      <w:proofErr w:type="spellStart"/>
      <w:r w:rsidRPr="00DF7E68">
        <w:t>Gratwohl</w:t>
      </w:r>
      <w:proofErr w:type="spellEnd"/>
      <w:r w:rsidRPr="00DF7E68">
        <w:t>,</w:t>
      </w:r>
    </w:p>
    <w:p w14:paraId="7070F157" w14:textId="77777777" w:rsidR="00DF7E68" w:rsidRPr="00DF7E68" w:rsidRDefault="00DF7E68" w:rsidP="00DF7E68">
      <w:pPr>
        <w:rPr>
          <w:sz w:val="14"/>
          <w:szCs w:val="14"/>
        </w:rPr>
      </w:pPr>
    </w:p>
    <w:p w14:paraId="37E78AD2" w14:textId="4C8DEEB5" w:rsidR="00DF7E68" w:rsidRPr="00DF7E68" w:rsidRDefault="00DF7E68" w:rsidP="00DF7E68">
      <w:r w:rsidRPr="00DF7E68">
        <w:t xml:space="preserve">danke für das freundliche und informative Telefonat gestern! Hier kommt wie angekündigt </w:t>
      </w:r>
      <w:r w:rsidR="00FE5972">
        <w:br/>
      </w:r>
      <w:r w:rsidRPr="00DF7E68">
        <w:t>meine Bewerbung. Gern möchte ich in Ihrem Freiburger Geschäft als Verkäuferin arbeiten.</w:t>
      </w:r>
    </w:p>
    <w:p w14:paraId="48C569A3" w14:textId="77777777" w:rsidR="00DF7E68" w:rsidRPr="00DF7E68" w:rsidRDefault="00DF7E68" w:rsidP="00DF7E68">
      <w:pPr>
        <w:rPr>
          <w:sz w:val="14"/>
          <w:szCs w:val="14"/>
        </w:rPr>
      </w:pPr>
    </w:p>
    <w:p w14:paraId="587279C4" w14:textId="5F5D1986" w:rsidR="00DF7E68" w:rsidRPr="00DF7E68" w:rsidRDefault="00DF7E68" w:rsidP="00DF7E68">
      <w:r w:rsidRPr="00DF7E68">
        <w:t xml:space="preserve">Ich bin 26 Jahre alt und gelernte Kauffrau im Einzelhandel. Meine Ausbildung habe ich im ABC-Kaufhaus in Freiburg absolviert, </w:t>
      </w:r>
      <w:r w:rsidR="00CC6031">
        <w:t>wo</w:t>
      </w:r>
      <w:r w:rsidRPr="00DF7E68">
        <w:t xml:space="preserve"> ich anschließend noch sieben Jahre arbeitete, v.</w:t>
      </w:r>
      <w:r w:rsidR="00FE5972">
        <w:t xml:space="preserve"> </w:t>
      </w:r>
      <w:r w:rsidRPr="00DF7E68">
        <w:t>a. im B</w:t>
      </w:r>
      <w:r w:rsidRPr="00DF7E68">
        <w:t>e</w:t>
      </w:r>
      <w:r w:rsidRPr="00DF7E68">
        <w:t>reich der Damenoberbekleidung.</w:t>
      </w:r>
    </w:p>
    <w:p w14:paraId="3AB62F17" w14:textId="77777777" w:rsidR="00DF7E68" w:rsidRPr="00DF7E68" w:rsidRDefault="00DF7E68" w:rsidP="00DF7E68">
      <w:pPr>
        <w:rPr>
          <w:sz w:val="14"/>
          <w:szCs w:val="14"/>
        </w:rPr>
      </w:pPr>
    </w:p>
    <w:p w14:paraId="7A396BDB" w14:textId="011A707B" w:rsidR="00DF7E68" w:rsidRPr="00DF7E68" w:rsidRDefault="00DF7E68" w:rsidP="00DF7E68">
      <w:r w:rsidRPr="00DF7E68">
        <w:t>Was mich auszeichnet? Ein freundlicher, kompetenter Umgang mit Menschen. Auch (fast) alle anspruchsvollen, schwierigen Kunden sind mit meiner Beratung zufrieden. Stilsicher bin ich nicht nur in Sachen Bekleidung, sondern auch im Bereich Heimtextilien – zu Hause dekoriere ich mit viel Freude immer wieder um. Erfahrungen im Bedienen von Kassensystemen, POS- und Retail-Software bringe ich auch mit. Bisher waren das Systeme von SAP, aber auch in andere Systeme und Programme arbeite ich mich sicher schnell ein.</w:t>
      </w:r>
    </w:p>
    <w:p w14:paraId="07EB9CFC" w14:textId="77777777" w:rsidR="00DF7E68" w:rsidRPr="00DF7E68" w:rsidRDefault="00DF7E68" w:rsidP="00DF7E68">
      <w:pPr>
        <w:rPr>
          <w:sz w:val="14"/>
          <w:szCs w:val="14"/>
        </w:rPr>
      </w:pPr>
    </w:p>
    <w:p w14:paraId="74F21CBA" w14:textId="550227F4" w:rsidR="00DF7E68" w:rsidRPr="00DF7E68" w:rsidRDefault="00DF7E68" w:rsidP="00FE5972">
      <w:pPr>
        <w:ind w:right="-92"/>
      </w:pPr>
      <w:r w:rsidRPr="00DF7E68">
        <w:t>Sie fragen nach Führungsverantwortung, weil in ein, zwei Jahren bei Ihnen die Stelle einer Team</w:t>
      </w:r>
      <w:r w:rsidR="00FE5972">
        <w:t>-</w:t>
      </w:r>
      <w:r w:rsidRPr="00DF7E68">
        <w:t xml:space="preserve">leitung vakant sein wird. Ich kann mir diese Aufgabe gut vorstellen! Zwar habe ich darin noch keine berufliche Erfahrung, aber ich bin </w:t>
      </w:r>
      <w:r w:rsidR="00CC6031">
        <w:t>ehrenamtliche Leiterin eines regionalen Flüchtlingshilfe</w:t>
      </w:r>
      <w:r w:rsidR="00FE5972">
        <w:t>-</w:t>
      </w:r>
      <w:r w:rsidR="00CC6031">
        <w:t>vereins und koordiniere die Zusammenarbeit der vier Teams</w:t>
      </w:r>
      <w:r w:rsidRPr="00DF7E68">
        <w:t xml:space="preserve">. Die dort </w:t>
      </w:r>
      <w:r w:rsidR="00CC6031">
        <w:t>erworbenen</w:t>
      </w:r>
      <w:r w:rsidRPr="00DF7E68">
        <w:t xml:space="preserve"> Fähigkeiten werden mir sicher bei der Bewältigung der Aufgaben einer Führungskraft weiterhelfen.</w:t>
      </w:r>
    </w:p>
    <w:p w14:paraId="0744F9B8" w14:textId="77777777" w:rsidR="00DF7E68" w:rsidRPr="00DF7E68" w:rsidRDefault="00DF7E68" w:rsidP="00DF7E68">
      <w:pPr>
        <w:rPr>
          <w:sz w:val="14"/>
          <w:szCs w:val="14"/>
        </w:rPr>
      </w:pPr>
    </w:p>
    <w:p w14:paraId="7C2CBBEA" w14:textId="7C0B7A3B" w:rsidR="00DF7E68" w:rsidRPr="00DF7E68" w:rsidRDefault="00DF7E68" w:rsidP="00DF7E68">
      <w:r w:rsidRPr="00DF7E68">
        <w:t xml:space="preserve">Habe ich Ihr Interesse geweckt? Dann freue ich mich über </w:t>
      </w:r>
      <w:r w:rsidR="00CC6031">
        <w:t>eine Einladung zum Vorstellungs</w:t>
      </w:r>
      <w:r w:rsidR="00FE5972">
        <w:t>-</w:t>
      </w:r>
      <w:r w:rsidR="00CC6031">
        <w:t>gespräch</w:t>
      </w:r>
      <w:r w:rsidRPr="00DF7E68">
        <w:t>.</w:t>
      </w:r>
    </w:p>
    <w:p w14:paraId="5B32096D" w14:textId="77777777" w:rsidR="00DF7E68" w:rsidRPr="00DF7E68" w:rsidRDefault="00DF7E68" w:rsidP="00DF7E68">
      <w:pPr>
        <w:rPr>
          <w:sz w:val="14"/>
          <w:szCs w:val="14"/>
        </w:rPr>
      </w:pPr>
    </w:p>
    <w:p w14:paraId="29A07989" w14:textId="77777777" w:rsidR="00DF7E68" w:rsidRPr="00DF7E68" w:rsidRDefault="00DF7E68" w:rsidP="00DF7E68">
      <w:r w:rsidRPr="00DF7E68">
        <w:t>Mit freundlichen Grüßen</w:t>
      </w:r>
    </w:p>
    <w:p w14:paraId="329AD342" w14:textId="19DC4F94" w:rsidR="0095639B" w:rsidRPr="00503298" w:rsidRDefault="00DF7E68" w:rsidP="00DF7E68">
      <w:pPr>
        <w:pStyle w:val="UnterschriftName"/>
        <w:rPr>
          <w:rFonts w:ascii="Lucida Handwriting" w:hAnsi="Lucida Handwriting"/>
        </w:rPr>
      </w:pPr>
      <w:bookmarkStart w:id="0" w:name="_GoBack"/>
      <w:r w:rsidRPr="00503298">
        <w:rPr>
          <w:rFonts w:ascii="Lucida Handwriting" w:hAnsi="Lucida Handwriting"/>
        </w:rPr>
        <w:t>Jana Föhr</w:t>
      </w:r>
      <w:bookmarkEnd w:id="0"/>
    </w:p>
    <w:sectPr w:rsidR="0095639B" w:rsidRPr="00503298" w:rsidSect="0029768D">
      <w:pgSz w:w="11906" w:h="16838"/>
      <w:pgMar w:top="1134" w:right="1134" w:bottom="993" w:left="1366"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Lucida Handwriting Italic">
    <w:altName w:val="Arabic Typesetting"/>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charset w:val="00"/>
    <w:family w:val="auto"/>
    <w:pitch w:val="variable"/>
    <w:sig w:usb0="00000287" w:usb1="00000000" w:usb2="00000000" w:usb3="00000000" w:csb0="0000009F" w:csb1="00000000"/>
  </w:font>
  <w:font w:name="JiffyCom">
    <w:altName w:val="Jiffy Com"/>
    <w:panose1 w:val="00000000000000000000"/>
    <w:charset w:val="4D"/>
    <w:family w:val="auto"/>
    <w:notTrueType/>
    <w:pitch w:val="default"/>
    <w:sig w:usb0="00000003" w:usb1="00000000" w:usb2="00000000" w:usb3="00000000" w:csb0="00000001" w:csb1="00000000"/>
  </w:font>
  <w:font w:name="MistralStd">
    <w:charset w:val="00"/>
    <w:family w:val="auto"/>
    <w:pitch w:val="variable"/>
    <w:sig w:usb0="800000AF" w:usb1="5000204A"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284"/>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D8"/>
    <w:rsid w:val="000B1FA9"/>
    <w:rsid w:val="000D0FC8"/>
    <w:rsid w:val="0021238A"/>
    <w:rsid w:val="0029768D"/>
    <w:rsid w:val="00370185"/>
    <w:rsid w:val="003B7D74"/>
    <w:rsid w:val="004F0647"/>
    <w:rsid w:val="00503298"/>
    <w:rsid w:val="00631380"/>
    <w:rsid w:val="006F5C84"/>
    <w:rsid w:val="00770743"/>
    <w:rsid w:val="008D2E71"/>
    <w:rsid w:val="008D76FD"/>
    <w:rsid w:val="0095639B"/>
    <w:rsid w:val="009D01B1"/>
    <w:rsid w:val="00A479D8"/>
    <w:rsid w:val="00A66DEC"/>
    <w:rsid w:val="00AB6AAA"/>
    <w:rsid w:val="00AE72C8"/>
    <w:rsid w:val="00B14BB3"/>
    <w:rsid w:val="00C841F7"/>
    <w:rsid w:val="00CC6031"/>
    <w:rsid w:val="00CC7DA6"/>
    <w:rsid w:val="00DF7E68"/>
    <w:rsid w:val="00E37989"/>
    <w:rsid w:val="00EB3170"/>
    <w:rsid w:val="00F1444A"/>
    <w:rsid w:val="00F339CC"/>
    <w:rsid w:val="00FE597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BF5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29768D"/>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29768D"/>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alibri"/>
    <w:qFormat/>
    <w:rsid w:val="0029768D"/>
    <w:pPr>
      <w:spacing w:line="310" w:lineRule="exact"/>
    </w:pPr>
    <w:rPr>
      <w:rFonts w:ascii="Calibri" w:hAnsi="Calibri"/>
      <w:sz w:val="24"/>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style>
  <w:style w:type="paragraph" w:customStyle="1" w:styleId="Methode">
    <w:name w:val="Methode"/>
    <w:qFormat/>
    <w:rsid w:val="00AE72C8"/>
    <w:rPr>
      <w:rFonts w:ascii="Times New Roman" w:hAnsi="Times New Roman"/>
      <w:sz w:val="28"/>
      <w:szCs w:val="24"/>
    </w:rPr>
  </w:style>
  <w:style w:type="paragraph" w:customStyle="1" w:styleId="KeinAbsatzformat">
    <w:name w:val="[Kein Absatzformat]"/>
    <w:rsid w:val="00A479D8"/>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styleId="Hyperlink">
    <w:name w:val="Hyperlink"/>
    <w:basedOn w:val="Absatz-Standardschriftart"/>
    <w:uiPriority w:val="99"/>
    <w:unhideWhenUsed/>
    <w:rsid w:val="00370185"/>
    <w:rPr>
      <w:color w:val="0000FF" w:themeColor="hyperlink"/>
      <w:u w:val="single"/>
    </w:rPr>
  </w:style>
  <w:style w:type="paragraph" w:customStyle="1" w:styleId="UnterschriftName">
    <w:name w:val="Unterschrift Name"/>
    <w:basedOn w:val="Standard"/>
    <w:qFormat/>
    <w:rsid w:val="0029768D"/>
    <w:pPr>
      <w:spacing w:before="120"/>
    </w:pPr>
    <w:rPr>
      <w:rFonts w:ascii="Lucida Handwriting Italic" w:hAnsi="Lucida Handwriting Italic"/>
      <w:sz w:val="28"/>
      <w:szCs w:val="28"/>
    </w:rPr>
  </w:style>
  <w:style w:type="paragraph" w:customStyle="1" w:styleId="MusterbriefBriefe">
    <w:name w:val="Musterbrief (Briefe)"/>
    <w:basedOn w:val="KeinAbsatzformat"/>
    <w:uiPriority w:val="99"/>
    <w:rsid w:val="0095639B"/>
    <w:pPr>
      <w:spacing w:line="320" w:lineRule="atLeast"/>
    </w:pPr>
    <w:rPr>
      <w:rFonts w:ascii="TimesNewRomanPSMT" w:hAnsi="TimesNewRomanPSMT" w:cs="TimesNewRomanPSMT"/>
      <w:sz w:val="26"/>
      <w:szCs w:val="26"/>
    </w:rPr>
  </w:style>
  <w:style w:type="paragraph" w:customStyle="1" w:styleId="DatumBriefe">
    <w:name w:val="Datum (Briefe)"/>
    <w:basedOn w:val="KeinAbsatzformat"/>
    <w:uiPriority w:val="99"/>
    <w:rsid w:val="0095639B"/>
    <w:pPr>
      <w:spacing w:line="320" w:lineRule="atLeast"/>
      <w:jc w:val="right"/>
    </w:pPr>
    <w:rPr>
      <w:rFonts w:ascii="TimesNewRomanPSMT" w:hAnsi="TimesNewRomanPSMT" w:cs="TimesNewRomanPSMT"/>
      <w:sz w:val="26"/>
      <w:szCs w:val="26"/>
    </w:rPr>
  </w:style>
  <w:style w:type="paragraph" w:customStyle="1" w:styleId="BetreffBriefe">
    <w:name w:val="Betreff (Briefe)"/>
    <w:basedOn w:val="KeinAbsatzformat"/>
    <w:uiPriority w:val="99"/>
    <w:rsid w:val="0095639B"/>
    <w:pPr>
      <w:tabs>
        <w:tab w:val="left" w:pos="0"/>
      </w:tabs>
      <w:spacing w:line="320" w:lineRule="atLeast"/>
    </w:pPr>
    <w:rPr>
      <w:rFonts w:ascii="TimesNewRomanPS-BoldMT" w:hAnsi="TimesNewRomanPS-BoldMT" w:cs="TimesNewRomanPS-BoldMT"/>
      <w:b/>
      <w:bCs/>
      <w:sz w:val="26"/>
      <w:szCs w:val="26"/>
    </w:rPr>
  </w:style>
  <w:style w:type="paragraph" w:customStyle="1" w:styleId="MusterbriefhalbzeiligBriefe">
    <w:name w:val="Musterbrief halbzeilig (Briefe)"/>
    <w:basedOn w:val="KeinAbsatzformat"/>
    <w:uiPriority w:val="99"/>
    <w:rsid w:val="0095639B"/>
    <w:pPr>
      <w:spacing w:line="169" w:lineRule="atLeast"/>
    </w:pPr>
    <w:rPr>
      <w:rFonts w:ascii="TimesNewRomanPSMT" w:hAnsi="TimesNewRomanPSMT" w:cs="TimesNewRomanPSMT"/>
      <w:sz w:val="14"/>
      <w:szCs w:val="14"/>
    </w:rPr>
  </w:style>
  <w:style w:type="paragraph" w:customStyle="1" w:styleId="UnterschriftweiblichBriefe">
    <w:name w:val="Unterschrift weiblich (Briefe)"/>
    <w:basedOn w:val="Standard"/>
    <w:uiPriority w:val="99"/>
    <w:rsid w:val="0095639B"/>
    <w:pPr>
      <w:widowControl w:val="0"/>
      <w:tabs>
        <w:tab w:val="left" w:pos="0"/>
        <w:tab w:val="left" w:pos="1860"/>
      </w:tabs>
      <w:autoSpaceDE w:val="0"/>
      <w:autoSpaceDN w:val="0"/>
      <w:adjustRightInd w:val="0"/>
      <w:spacing w:line="200" w:lineRule="atLeast"/>
      <w:textAlignment w:val="center"/>
    </w:pPr>
    <w:rPr>
      <w:rFonts w:ascii="JiffyCom" w:hAnsi="JiffyCom" w:cs="JiffyCom"/>
      <w:color w:val="000000"/>
      <w:szCs w:val="24"/>
    </w:rPr>
  </w:style>
  <w:style w:type="paragraph" w:customStyle="1" w:styleId="AbsenderrechtsbndigBriefe">
    <w:name w:val="Absender rechtsbündig (Briefe)"/>
    <w:basedOn w:val="KeinAbsatzformat"/>
    <w:uiPriority w:val="99"/>
    <w:rsid w:val="00F339CC"/>
    <w:pPr>
      <w:tabs>
        <w:tab w:val="left" w:pos="0"/>
      </w:tabs>
      <w:spacing w:line="320" w:lineRule="atLeast"/>
      <w:jc w:val="right"/>
    </w:pPr>
    <w:rPr>
      <w:rFonts w:ascii="TimesNewRomanPSMT" w:hAnsi="TimesNewRomanPSMT" w:cs="TimesNewRomanPSMT"/>
      <w:sz w:val="26"/>
      <w:szCs w:val="26"/>
    </w:rPr>
  </w:style>
  <w:style w:type="paragraph" w:customStyle="1" w:styleId="UnterschriftmnnlichBriefe">
    <w:name w:val="Unterschrift männlich (Briefe)"/>
    <w:basedOn w:val="KeinAbsatzformat"/>
    <w:uiPriority w:val="99"/>
    <w:rsid w:val="000B1FA9"/>
    <w:rPr>
      <w:rFonts w:ascii="MistralStd" w:hAnsi="MistralStd" w:cs="MistralStd"/>
      <w:sz w:val="30"/>
      <w:szCs w:val="30"/>
    </w:rPr>
  </w:style>
  <w:style w:type="paragraph" w:customStyle="1" w:styleId="UnterschriftmannBriefe">
    <w:name w:val="Unterschrift mann (Briefe)"/>
    <w:basedOn w:val="Standard"/>
    <w:uiPriority w:val="99"/>
    <w:rsid w:val="00F1444A"/>
    <w:pPr>
      <w:widowControl w:val="0"/>
      <w:tabs>
        <w:tab w:val="left" w:pos="0"/>
      </w:tabs>
      <w:autoSpaceDE w:val="0"/>
      <w:autoSpaceDN w:val="0"/>
      <w:adjustRightInd w:val="0"/>
      <w:spacing w:line="240" w:lineRule="atLeast"/>
      <w:textAlignment w:val="center"/>
    </w:pPr>
    <w:rPr>
      <w:rFonts w:ascii="MistralStd" w:hAnsi="MistralStd" w:cs="MistralStd"/>
      <w:color w:val="000000"/>
      <w:sz w:val="30"/>
      <w:szCs w:val="30"/>
    </w:rPr>
  </w:style>
  <w:style w:type="paragraph" w:customStyle="1" w:styleId="AbsendermittigBriefe">
    <w:name w:val="Absender mittig (Briefe)"/>
    <w:basedOn w:val="KeinAbsatzformat"/>
    <w:uiPriority w:val="99"/>
    <w:rsid w:val="009D01B1"/>
    <w:pPr>
      <w:tabs>
        <w:tab w:val="left" w:pos="0"/>
      </w:tabs>
      <w:spacing w:line="320" w:lineRule="atLeast"/>
      <w:jc w:val="center"/>
    </w:pPr>
    <w:rPr>
      <w:rFonts w:ascii="TimesNewRomanPSMT" w:hAnsi="TimesNewRomanPSMT" w:cs="TimesNewRomanPSM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4D52C4F2</Template>
  <TotalTime>0</TotalTime>
  <Pages>1</Pages>
  <Words>249</Words>
  <Characters>1570</Characters>
  <Application>Microsoft Office Word</Application>
  <DocSecurity>0</DocSecurity>
  <Lines>13</Lines>
  <Paragraphs>3</Paragraphs>
  <ScaleCrop>false</ScaleCrop>
  <Company>F G</Company>
  <LinksUpToDate>false</LinksUpToDate>
  <CharactersWithSpaces>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von Laffert, Juliane</cp:lastModifiedBy>
  <cp:revision>4</cp:revision>
  <cp:lastPrinted>2015-11-10T09:42:00Z</cp:lastPrinted>
  <dcterms:created xsi:type="dcterms:W3CDTF">2015-11-10T09:42:00Z</dcterms:created>
  <dcterms:modified xsi:type="dcterms:W3CDTF">2016-02-02T08:00:00Z</dcterms:modified>
</cp:coreProperties>
</file>